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3D32" w14:textId="77777777" w:rsidR="006F6B82" w:rsidRPr="00B903EA" w:rsidRDefault="002677DD" w:rsidP="006F7BD8">
      <w:pPr>
        <w:suppressAutoHyphens/>
        <w:jc w:val="center"/>
        <w:rPr>
          <w:b/>
          <w:caps/>
          <w:sz w:val="28"/>
          <w:lang w:eastAsia="ar-SA"/>
        </w:rPr>
      </w:pPr>
      <w:r w:rsidRPr="00B903EA">
        <w:rPr>
          <w:b/>
          <w:caps/>
          <w:sz w:val="28"/>
          <w:lang w:eastAsia="ar-SA"/>
        </w:rPr>
        <w:t>SKUODO</w:t>
      </w:r>
      <w:r w:rsidR="006F6B82" w:rsidRPr="00B903EA">
        <w:rPr>
          <w:b/>
          <w:caps/>
          <w:sz w:val="28"/>
          <w:lang w:eastAsia="ar-SA"/>
        </w:rPr>
        <w:t xml:space="preserve"> rajono savivaldybės taryba</w:t>
      </w:r>
    </w:p>
    <w:p w14:paraId="380F6AE6" w14:textId="77777777" w:rsidR="006F6B82" w:rsidRDefault="006F6B82" w:rsidP="006F7BD8">
      <w:pPr>
        <w:jc w:val="center"/>
        <w:rPr>
          <w:b/>
          <w:caps/>
          <w:szCs w:val="24"/>
        </w:rPr>
      </w:pPr>
    </w:p>
    <w:p w14:paraId="4284DB30" w14:textId="77777777" w:rsidR="0034693F" w:rsidRPr="00D10403" w:rsidRDefault="0034693F" w:rsidP="0034693F">
      <w:pPr>
        <w:jc w:val="center"/>
        <w:rPr>
          <w:b/>
        </w:rPr>
      </w:pPr>
      <w:r w:rsidRPr="00D10403">
        <w:rPr>
          <w:b/>
        </w:rPr>
        <w:t>SPRENDIMAS</w:t>
      </w:r>
    </w:p>
    <w:p w14:paraId="7DD98DE9" w14:textId="0969E646" w:rsidR="00201816" w:rsidRPr="008A7726" w:rsidRDefault="00201816" w:rsidP="00201816">
      <w:pPr>
        <w:pStyle w:val="Pagrindinistekstas"/>
      </w:pPr>
      <w:r w:rsidRPr="008A7726">
        <w:rPr>
          <w:shd w:val="clear" w:color="auto" w:fill="FFFFFF"/>
          <w:lang w:val="lt-LT"/>
        </w:rPr>
        <w:t xml:space="preserve">DĖL </w:t>
      </w:r>
      <w:r w:rsidR="007929C3">
        <w:rPr>
          <w:shd w:val="clear" w:color="auto" w:fill="FFFFFF"/>
          <w:lang w:val="lt-LT"/>
        </w:rPr>
        <w:t xml:space="preserve">PRITARIMO </w:t>
      </w:r>
      <w:r w:rsidR="00C6198A">
        <w:rPr>
          <w:shd w:val="clear" w:color="auto" w:fill="FFFFFF"/>
          <w:lang w:val="lt-LT"/>
        </w:rPr>
        <w:t xml:space="preserve">BENDRADARBIAVIMO </w:t>
      </w:r>
      <w:r w:rsidR="007929C3">
        <w:rPr>
          <w:shd w:val="clear" w:color="auto" w:fill="FFFFFF"/>
          <w:lang w:val="lt-LT"/>
        </w:rPr>
        <w:t>SUTARTIES PASIRAŠYMUI</w:t>
      </w:r>
    </w:p>
    <w:p w14:paraId="1E261CCE" w14:textId="77777777" w:rsidR="00201816" w:rsidRPr="00F17A5E" w:rsidRDefault="00201816" w:rsidP="00201816">
      <w:pPr>
        <w:jc w:val="center"/>
        <w:rPr>
          <w:szCs w:val="24"/>
        </w:rPr>
      </w:pPr>
    </w:p>
    <w:p w14:paraId="372BD9BC" w14:textId="74792481" w:rsidR="00201816" w:rsidRPr="00F17A5E" w:rsidRDefault="00201816" w:rsidP="00201816">
      <w:pPr>
        <w:jc w:val="center"/>
        <w:rPr>
          <w:szCs w:val="24"/>
        </w:rPr>
      </w:pPr>
      <w:r w:rsidRPr="00F17A5E">
        <w:rPr>
          <w:szCs w:val="24"/>
        </w:rPr>
        <w:t>202</w:t>
      </w:r>
      <w:r>
        <w:rPr>
          <w:szCs w:val="24"/>
        </w:rPr>
        <w:t>4</w:t>
      </w:r>
      <w:r w:rsidRPr="00F17A5E">
        <w:rPr>
          <w:szCs w:val="24"/>
        </w:rPr>
        <w:t xml:space="preserve"> m. </w:t>
      </w:r>
      <w:r w:rsidR="007929C3">
        <w:rPr>
          <w:szCs w:val="24"/>
        </w:rPr>
        <w:t>rugsėjo</w:t>
      </w:r>
      <w:r>
        <w:rPr>
          <w:szCs w:val="24"/>
        </w:rPr>
        <w:t xml:space="preserve"> </w:t>
      </w:r>
      <w:r w:rsidR="00D836CE">
        <w:rPr>
          <w:szCs w:val="24"/>
        </w:rPr>
        <w:t>16</w:t>
      </w:r>
      <w:r>
        <w:rPr>
          <w:szCs w:val="24"/>
        </w:rPr>
        <w:t xml:space="preserve"> </w:t>
      </w:r>
      <w:r w:rsidRPr="00F17A5E">
        <w:rPr>
          <w:szCs w:val="24"/>
        </w:rPr>
        <w:t>d. Nr. T</w:t>
      </w:r>
      <w:r w:rsidR="008D77FD">
        <w:rPr>
          <w:szCs w:val="24"/>
        </w:rPr>
        <w:t>10</w:t>
      </w:r>
      <w:r>
        <w:rPr>
          <w:szCs w:val="24"/>
        </w:rPr>
        <w:t>-</w:t>
      </w:r>
      <w:r w:rsidR="00D836CE">
        <w:rPr>
          <w:szCs w:val="24"/>
        </w:rPr>
        <w:t>188</w:t>
      </w:r>
    </w:p>
    <w:p w14:paraId="284CE567" w14:textId="77777777" w:rsidR="00201816" w:rsidRPr="00F17A5E" w:rsidRDefault="00201816" w:rsidP="00201816">
      <w:pPr>
        <w:jc w:val="center"/>
        <w:rPr>
          <w:szCs w:val="24"/>
        </w:rPr>
      </w:pPr>
      <w:r w:rsidRPr="00F17A5E">
        <w:rPr>
          <w:szCs w:val="24"/>
        </w:rPr>
        <w:t>Skuodas</w:t>
      </w:r>
    </w:p>
    <w:p w14:paraId="29096DAC" w14:textId="77777777" w:rsidR="00201816" w:rsidRPr="00F17A5E" w:rsidRDefault="00201816" w:rsidP="00201816">
      <w:pPr>
        <w:jc w:val="center"/>
        <w:rPr>
          <w:szCs w:val="24"/>
        </w:rPr>
      </w:pPr>
    </w:p>
    <w:p w14:paraId="69C11D5F" w14:textId="133B9984" w:rsidR="00201816" w:rsidRDefault="00201816" w:rsidP="00201816">
      <w:pPr>
        <w:ind w:firstLine="1134"/>
        <w:jc w:val="both"/>
      </w:pPr>
      <w:r>
        <w:t xml:space="preserve">Vadovaudamasi Lietuvos Respublikos vietos savivaldos įstatymo </w:t>
      </w:r>
      <w:r w:rsidR="00E400D0" w:rsidRPr="00071C4B">
        <w:rPr>
          <w:strike/>
        </w:rPr>
        <w:t>5 straipsnio 3 dalimi</w:t>
      </w:r>
      <w:r w:rsidR="00E400D0">
        <w:t xml:space="preserve">, 15 </w:t>
      </w:r>
      <w:r>
        <w:t xml:space="preserve">straipsnio </w:t>
      </w:r>
      <w:r w:rsidR="00E400D0">
        <w:t xml:space="preserve">2 dalies 34 </w:t>
      </w:r>
      <w:r w:rsidR="007929C3">
        <w:t>punktu</w:t>
      </w:r>
      <w:r w:rsidR="00E400D0">
        <w:t xml:space="preserve"> </w:t>
      </w:r>
      <w:r w:rsidR="007929C3">
        <w:t xml:space="preserve">ir Skuodo rajono savivaldybės </w:t>
      </w:r>
      <w:r w:rsidR="00CE63E5">
        <w:t xml:space="preserve">tarybos </w:t>
      </w:r>
      <w:r w:rsidR="007929C3">
        <w:t>2021 m. balandžio 29 d. sprendimu Nr. T9-93 „Dėl Skuodo rajono savivaldybės vardu sudaromų sutarčių pasirašymo tvarkos aprašo patvirtinimo“ patvirtinto Skuodo rajono savivaldybės vardu sudaromų sutarčių pasirašymo tvarkos aprašo 5.1 papunkčiu</w:t>
      </w:r>
      <w:r>
        <w:t xml:space="preserve">, Skuodo rajono savivaldybės taryba </w:t>
      </w:r>
      <w:r w:rsidRPr="009A457E">
        <w:rPr>
          <w:spacing w:val="40"/>
        </w:rPr>
        <w:t>n</w:t>
      </w:r>
      <w:r w:rsidR="009A457E" w:rsidRPr="009A457E">
        <w:rPr>
          <w:spacing w:val="40"/>
        </w:rPr>
        <w:t>usprendži</w:t>
      </w:r>
      <w:r w:rsidR="009A457E">
        <w:t>a</w:t>
      </w:r>
      <w:r>
        <w:t>:</w:t>
      </w:r>
    </w:p>
    <w:p w14:paraId="3090C710" w14:textId="466D170E" w:rsidR="007929C3" w:rsidRDefault="007929C3" w:rsidP="00201816">
      <w:pPr>
        <w:ind w:firstLine="1134"/>
        <w:jc w:val="both"/>
      </w:pPr>
      <w:r>
        <w:t xml:space="preserve">1. Pritarti </w:t>
      </w:r>
      <w:r w:rsidR="00C6198A">
        <w:t xml:space="preserve">Skuodo rajono savivaldybės ir </w:t>
      </w:r>
      <w:r>
        <w:t xml:space="preserve">Ukrainos Liaudies Respublikos </w:t>
      </w:r>
      <w:r w:rsidR="00500A15">
        <w:rPr>
          <w:szCs w:val="24"/>
        </w:rPr>
        <w:t>Brusyliv kaimo jungtinės teritorinės bendruomenės</w:t>
      </w:r>
      <w:r>
        <w:t xml:space="preserve"> </w:t>
      </w:r>
      <w:r w:rsidR="00C6198A">
        <w:t xml:space="preserve">bendradarbiavimo sutarties </w:t>
      </w:r>
      <w:r>
        <w:t>projektui (pridedama).</w:t>
      </w:r>
    </w:p>
    <w:p w14:paraId="5E3943A5" w14:textId="0818360F" w:rsidR="00D06BE5" w:rsidRDefault="007929C3" w:rsidP="00D06BE5">
      <w:pPr>
        <w:ind w:firstLine="1134"/>
        <w:jc w:val="both"/>
      </w:pPr>
      <w:bookmarkStart w:id="0" w:name="_Hlk141708847"/>
      <w:r>
        <w:t>2</w:t>
      </w:r>
      <w:r w:rsidR="00201816">
        <w:t>.</w:t>
      </w:r>
      <w:r w:rsidR="00CE63E5">
        <w:t xml:space="preserve"> </w:t>
      </w:r>
      <w:r>
        <w:t xml:space="preserve">Įpareigoti Skuodo rajono savivaldybės merą Stasį Gutautą pasirašyti </w:t>
      </w:r>
      <w:r w:rsidR="00C6198A">
        <w:t>b</w:t>
      </w:r>
      <w:r>
        <w:t xml:space="preserve">endradarbiavimo sutartį </w:t>
      </w:r>
      <w:r w:rsidRPr="00500A15">
        <w:t xml:space="preserve">su </w:t>
      </w:r>
      <w:r w:rsidR="00500A15">
        <w:rPr>
          <w:szCs w:val="24"/>
        </w:rPr>
        <w:t>Ukrainos Liaudies Respublikos Brusyliv kaimo jungtine teritorine bendruomene.</w:t>
      </w:r>
      <w:r w:rsidR="00500A15" w:rsidRPr="00500A15" w:rsidDel="00500A15">
        <w:rPr>
          <w:color w:val="FF0000"/>
        </w:rPr>
        <w:t xml:space="preserve"> </w:t>
      </w:r>
    </w:p>
    <w:p w14:paraId="07535469" w14:textId="3D765B89" w:rsidR="00D06BE5" w:rsidRPr="00D06BE5" w:rsidRDefault="00D06BE5" w:rsidP="00500A15">
      <w:pPr>
        <w:ind w:firstLine="1134"/>
        <w:jc w:val="both"/>
      </w:pPr>
      <w:r w:rsidRPr="00D06BE5">
        <w:t>3. Nurodyti, kad šis sprendimas gali būti skundžiamas Lietuvos Respublikos administracinių bylų teisenos įstatymo nustatyta tvarka Lietuvos administracinių ginčų komisijos Klaipėdos apygardos skyriui (</w:t>
      </w:r>
      <w:r w:rsidR="00CE63E5">
        <w:t>J. Janonio g. 24</w:t>
      </w:r>
      <w:r w:rsidRPr="00D06BE5">
        <w:t>, Klaipėda) arba Regionų apygardos administracinio teismo Klaipėdos rūmams (Galinio Pylimo g. 9, Klaipėda) per vieną mėnesį nuo šio teisės akto paskelbimo arba įteikimo suinteresuotam asmeniui dienos.</w:t>
      </w:r>
    </w:p>
    <w:p w14:paraId="5F3BBA19" w14:textId="77777777" w:rsidR="00D06BE5" w:rsidRDefault="00D06BE5" w:rsidP="00201816">
      <w:pPr>
        <w:ind w:firstLine="1134"/>
        <w:jc w:val="both"/>
      </w:pPr>
    </w:p>
    <w:bookmarkEnd w:id="0"/>
    <w:p w14:paraId="30F45697" w14:textId="77777777" w:rsidR="002F5826" w:rsidRPr="004C0C23" w:rsidRDefault="002F5826" w:rsidP="00C21F6E">
      <w:pPr>
        <w:jc w:val="both"/>
        <w:rPr>
          <w:bCs/>
          <w:color w:val="000000"/>
          <w:szCs w:val="24"/>
        </w:rPr>
      </w:pPr>
    </w:p>
    <w:p w14:paraId="28AAB3D3" w14:textId="77777777" w:rsidR="00E25381" w:rsidRDefault="00E25381" w:rsidP="00C40275">
      <w:pPr>
        <w:tabs>
          <w:tab w:val="left" w:pos="7044"/>
        </w:tabs>
        <w:jc w:val="both"/>
        <w:rPr>
          <w:bCs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A457E" w14:paraId="46158FAD" w14:textId="77777777" w:rsidTr="009A457E">
        <w:tc>
          <w:tcPr>
            <w:tcW w:w="4814" w:type="dxa"/>
          </w:tcPr>
          <w:p w14:paraId="7769512B" w14:textId="21FF1E02" w:rsidR="009A457E" w:rsidRDefault="009A457E" w:rsidP="009A457E">
            <w:pPr>
              <w:tabs>
                <w:tab w:val="left" w:pos="7044"/>
              </w:tabs>
              <w:ind w:hanging="120"/>
              <w:jc w:val="both"/>
              <w:rPr>
                <w:bCs/>
              </w:rPr>
            </w:pPr>
            <w:r>
              <w:rPr>
                <w:bCs/>
              </w:rPr>
              <w:t>Savivaldybės meras</w:t>
            </w:r>
          </w:p>
        </w:tc>
        <w:tc>
          <w:tcPr>
            <w:tcW w:w="4814" w:type="dxa"/>
          </w:tcPr>
          <w:p w14:paraId="1E5BE2B9" w14:textId="77777777" w:rsidR="009A457E" w:rsidRDefault="009A457E" w:rsidP="00C40275">
            <w:pPr>
              <w:tabs>
                <w:tab w:val="left" w:pos="7044"/>
              </w:tabs>
              <w:jc w:val="both"/>
              <w:rPr>
                <w:bCs/>
              </w:rPr>
            </w:pPr>
          </w:p>
        </w:tc>
      </w:tr>
    </w:tbl>
    <w:p w14:paraId="37C17EBE" w14:textId="77777777" w:rsidR="0034693F" w:rsidRDefault="0034693F" w:rsidP="00C40275">
      <w:pPr>
        <w:tabs>
          <w:tab w:val="left" w:pos="7044"/>
        </w:tabs>
        <w:jc w:val="both"/>
        <w:rPr>
          <w:bCs/>
        </w:rPr>
      </w:pPr>
    </w:p>
    <w:p w14:paraId="3E2389E6" w14:textId="5AA1BBAD" w:rsidR="006F6B82" w:rsidRDefault="006F6B82" w:rsidP="00C40275">
      <w:pPr>
        <w:tabs>
          <w:tab w:val="left" w:pos="7044"/>
        </w:tabs>
        <w:jc w:val="both"/>
        <w:rPr>
          <w:bCs/>
        </w:rPr>
      </w:pPr>
    </w:p>
    <w:p w14:paraId="746E0708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3C10ACE0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66C4E7A9" w14:textId="77777777" w:rsidR="00201816" w:rsidRDefault="00201816" w:rsidP="006F7BD8">
      <w:pPr>
        <w:tabs>
          <w:tab w:val="left" w:pos="7044"/>
        </w:tabs>
        <w:jc w:val="center"/>
        <w:rPr>
          <w:bCs/>
        </w:rPr>
      </w:pPr>
    </w:p>
    <w:p w14:paraId="2AF839E1" w14:textId="77777777" w:rsidR="00201816" w:rsidRDefault="00201816" w:rsidP="006F7BD8">
      <w:pPr>
        <w:tabs>
          <w:tab w:val="left" w:pos="7044"/>
        </w:tabs>
        <w:jc w:val="center"/>
        <w:rPr>
          <w:bCs/>
        </w:rPr>
      </w:pPr>
    </w:p>
    <w:p w14:paraId="0FD12D68" w14:textId="77777777" w:rsidR="00201816" w:rsidRDefault="00201816" w:rsidP="006F7BD8">
      <w:pPr>
        <w:tabs>
          <w:tab w:val="left" w:pos="7044"/>
        </w:tabs>
        <w:jc w:val="center"/>
        <w:rPr>
          <w:bCs/>
        </w:rPr>
      </w:pPr>
    </w:p>
    <w:p w14:paraId="66C798E4" w14:textId="77777777" w:rsidR="00201816" w:rsidRDefault="00201816" w:rsidP="006F7BD8">
      <w:pPr>
        <w:tabs>
          <w:tab w:val="left" w:pos="7044"/>
        </w:tabs>
        <w:jc w:val="center"/>
        <w:rPr>
          <w:bCs/>
        </w:rPr>
      </w:pPr>
    </w:p>
    <w:p w14:paraId="12413FD1" w14:textId="77777777" w:rsidR="00201816" w:rsidRDefault="00201816" w:rsidP="006F7BD8">
      <w:pPr>
        <w:tabs>
          <w:tab w:val="left" w:pos="7044"/>
        </w:tabs>
        <w:jc w:val="center"/>
        <w:rPr>
          <w:bCs/>
        </w:rPr>
      </w:pPr>
    </w:p>
    <w:p w14:paraId="6C39F85C" w14:textId="77777777" w:rsidR="00201816" w:rsidRDefault="00201816" w:rsidP="006F7BD8">
      <w:pPr>
        <w:tabs>
          <w:tab w:val="left" w:pos="7044"/>
        </w:tabs>
        <w:jc w:val="center"/>
        <w:rPr>
          <w:bCs/>
        </w:rPr>
      </w:pPr>
    </w:p>
    <w:p w14:paraId="06F9CD8C" w14:textId="77777777" w:rsidR="00201816" w:rsidRDefault="00201816" w:rsidP="006F7BD8">
      <w:pPr>
        <w:tabs>
          <w:tab w:val="left" w:pos="7044"/>
        </w:tabs>
        <w:jc w:val="center"/>
        <w:rPr>
          <w:bCs/>
        </w:rPr>
      </w:pPr>
    </w:p>
    <w:p w14:paraId="384F2B88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5045D8AC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22961747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7307BBA2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0AB62293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08592A76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5FBEA82A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71D2DCB7" w14:textId="77777777" w:rsidR="008F7027" w:rsidRDefault="008F7027" w:rsidP="00500A15">
      <w:pPr>
        <w:tabs>
          <w:tab w:val="left" w:pos="7044"/>
        </w:tabs>
        <w:rPr>
          <w:bCs/>
        </w:rPr>
      </w:pPr>
    </w:p>
    <w:p w14:paraId="2E5D6FC3" w14:textId="77777777" w:rsidR="008F7027" w:rsidRDefault="008F7027" w:rsidP="009A457E">
      <w:pPr>
        <w:tabs>
          <w:tab w:val="left" w:pos="7044"/>
        </w:tabs>
        <w:rPr>
          <w:bCs/>
        </w:rPr>
      </w:pPr>
    </w:p>
    <w:p w14:paraId="51956022" w14:textId="77777777" w:rsidR="008F7027" w:rsidRDefault="008F7027" w:rsidP="006F7BD8">
      <w:pPr>
        <w:tabs>
          <w:tab w:val="left" w:pos="7044"/>
        </w:tabs>
        <w:jc w:val="center"/>
        <w:rPr>
          <w:bCs/>
        </w:rPr>
      </w:pPr>
    </w:p>
    <w:p w14:paraId="6A95DF73" w14:textId="77777777" w:rsidR="00A84E06" w:rsidRDefault="00A84E06" w:rsidP="006F7BD8">
      <w:pPr>
        <w:tabs>
          <w:tab w:val="left" w:pos="7044"/>
        </w:tabs>
        <w:jc w:val="center"/>
        <w:rPr>
          <w:bCs/>
        </w:rPr>
      </w:pPr>
    </w:p>
    <w:p w14:paraId="12AA3C96" w14:textId="20690718" w:rsidR="00A84E06" w:rsidRDefault="00A84E06" w:rsidP="00991133">
      <w:pPr>
        <w:tabs>
          <w:tab w:val="left" w:pos="7044"/>
        </w:tabs>
        <w:rPr>
          <w:bCs/>
        </w:rPr>
      </w:pPr>
      <w:r>
        <w:rPr>
          <w:bCs/>
        </w:rPr>
        <w:t>Gintas Andriekus, tel. 8</w:t>
      </w:r>
      <w:r w:rsidR="00681D43">
        <w:rPr>
          <w:bCs/>
        </w:rPr>
        <w:t xml:space="preserve"> </w:t>
      </w:r>
      <w:r>
        <w:rPr>
          <w:bCs/>
        </w:rPr>
        <w:t>686 58 675</w:t>
      </w:r>
    </w:p>
    <w:p w14:paraId="27E2F8FF" w14:textId="77777777" w:rsidR="00EF102E" w:rsidRPr="00B903EA" w:rsidRDefault="00EF102E" w:rsidP="006F6B82">
      <w:pPr>
        <w:jc w:val="both"/>
        <w:rPr>
          <w:bCs/>
        </w:rPr>
      </w:pPr>
    </w:p>
    <w:sectPr w:rsidR="00EF102E" w:rsidRPr="00B903EA" w:rsidSect="001A0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74F87" w14:textId="77777777" w:rsidR="009E7967" w:rsidRDefault="009E7967">
      <w:r>
        <w:separator/>
      </w:r>
    </w:p>
  </w:endnote>
  <w:endnote w:type="continuationSeparator" w:id="0">
    <w:p w14:paraId="0E355C25" w14:textId="77777777" w:rsidR="009E7967" w:rsidRDefault="009E7967">
      <w:r>
        <w:continuationSeparator/>
      </w:r>
    </w:p>
  </w:endnote>
  <w:endnote w:type="continuationNotice" w:id="1">
    <w:p w14:paraId="5520DEB3" w14:textId="77777777" w:rsidR="009E7967" w:rsidRDefault="009E79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85C7C" w14:textId="77777777" w:rsidR="00D836CE" w:rsidRDefault="00D836CE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7F583" w14:textId="77777777" w:rsidR="00D836CE" w:rsidRDefault="00D836CE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8F74F" w14:textId="77777777" w:rsidR="00D836CE" w:rsidRDefault="00D836C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39157" w14:textId="77777777" w:rsidR="009E7967" w:rsidRDefault="009E7967">
      <w:r>
        <w:separator/>
      </w:r>
    </w:p>
  </w:footnote>
  <w:footnote w:type="continuationSeparator" w:id="0">
    <w:p w14:paraId="1B3D4381" w14:textId="77777777" w:rsidR="009E7967" w:rsidRDefault="009E7967">
      <w:r>
        <w:continuationSeparator/>
      </w:r>
    </w:p>
  </w:footnote>
  <w:footnote w:type="continuationNotice" w:id="1">
    <w:p w14:paraId="53380A5C" w14:textId="77777777" w:rsidR="009E7967" w:rsidRDefault="009E79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2395B" w14:textId="77777777" w:rsidR="00D836CE" w:rsidRDefault="00D836C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F29D5" w14:textId="77777777" w:rsidR="00D836CE" w:rsidRDefault="00D836C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6154" w14:textId="5425CEDD" w:rsidR="0056134D" w:rsidRPr="00500A15" w:rsidRDefault="0056134D" w:rsidP="0056134D">
    <w:pPr>
      <w:suppressAutoHyphens/>
      <w:jc w:val="right"/>
      <w:rPr>
        <w:b/>
        <w:i/>
        <w:iCs/>
        <w:caps/>
        <w:szCs w:val="24"/>
        <w:lang w:eastAsia="ar-SA"/>
      </w:rPr>
    </w:pPr>
    <w:r w:rsidRPr="00500A15">
      <w:rPr>
        <w:b/>
        <w:i/>
        <w:iCs/>
        <w:szCs w:val="24"/>
        <w:lang w:eastAsia="ar-SA"/>
      </w:rPr>
      <w:t>P</w:t>
    </w:r>
    <w:r w:rsidR="00D836CE">
      <w:rPr>
        <w:b/>
        <w:i/>
        <w:iCs/>
        <w:szCs w:val="24"/>
        <w:lang w:eastAsia="ar-SA"/>
      </w:rPr>
      <w:t>atikslintas p</w:t>
    </w:r>
    <w:r w:rsidRPr="00500A15">
      <w:rPr>
        <w:b/>
        <w:i/>
        <w:iCs/>
        <w:szCs w:val="24"/>
        <w:lang w:eastAsia="ar-SA"/>
      </w:rPr>
      <w:t>rojektas</w:t>
    </w:r>
  </w:p>
  <w:p w14:paraId="1CD4B992" w14:textId="77777777" w:rsidR="002C3014" w:rsidRPr="002C3014" w:rsidRDefault="002C301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07C"/>
    <w:multiLevelType w:val="hybridMultilevel"/>
    <w:tmpl w:val="3DC4193C"/>
    <w:lvl w:ilvl="0" w:tplc="E656336C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16" w:hanging="360"/>
      </w:pPr>
    </w:lvl>
    <w:lvl w:ilvl="2" w:tplc="0427001B" w:tentative="1">
      <w:start w:val="1"/>
      <w:numFmt w:val="lowerRoman"/>
      <w:lvlText w:val="%3."/>
      <w:lvlJc w:val="right"/>
      <w:pPr>
        <w:ind w:left="3136" w:hanging="180"/>
      </w:pPr>
    </w:lvl>
    <w:lvl w:ilvl="3" w:tplc="0427000F" w:tentative="1">
      <w:start w:val="1"/>
      <w:numFmt w:val="decimal"/>
      <w:lvlText w:val="%4."/>
      <w:lvlJc w:val="left"/>
      <w:pPr>
        <w:ind w:left="3856" w:hanging="360"/>
      </w:pPr>
    </w:lvl>
    <w:lvl w:ilvl="4" w:tplc="04270019" w:tentative="1">
      <w:start w:val="1"/>
      <w:numFmt w:val="lowerLetter"/>
      <w:lvlText w:val="%5."/>
      <w:lvlJc w:val="left"/>
      <w:pPr>
        <w:ind w:left="4576" w:hanging="360"/>
      </w:pPr>
    </w:lvl>
    <w:lvl w:ilvl="5" w:tplc="0427001B" w:tentative="1">
      <w:start w:val="1"/>
      <w:numFmt w:val="lowerRoman"/>
      <w:lvlText w:val="%6."/>
      <w:lvlJc w:val="right"/>
      <w:pPr>
        <w:ind w:left="5296" w:hanging="180"/>
      </w:pPr>
    </w:lvl>
    <w:lvl w:ilvl="6" w:tplc="0427000F" w:tentative="1">
      <w:start w:val="1"/>
      <w:numFmt w:val="decimal"/>
      <w:lvlText w:val="%7."/>
      <w:lvlJc w:val="left"/>
      <w:pPr>
        <w:ind w:left="6016" w:hanging="360"/>
      </w:pPr>
    </w:lvl>
    <w:lvl w:ilvl="7" w:tplc="04270019" w:tentative="1">
      <w:start w:val="1"/>
      <w:numFmt w:val="lowerLetter"/>
      <w:lvlText w:val="%8."/>
      <w:lvlJc w:val="left"/>
      <w:pPr>
        <w:ind w:left="6736" w:hanging="360"/>
      </w:pPr>
    </w:lvl>
    <w:lvl w:ilvl="8" w:tplc="0427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685474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0118794">
    <w:abstractNumId w:val="6"/>
  </w:num>
  <w:num w:numId="3" w16cid:durableId="1771731298">
    <w:abstractNumId w:val="5"/>
  </w:num>
  <w:num w:numId="4" w16cid:durableId="1230507032">
    <w:abstractNumId w:val="4"/>
  </w:num>
  <w:num w:numId="5" w16cid:durableId="489101923">
    <w:abstractNumId w:val="8"/>
  </w:num>
  <w:num w:numId="6" w16cid:durableId="1712218790">
    <w:abstractNumId w:val="3"/>
  </w:num>
  <w:num w:numId="7" w16cid:durableId="1019550079">
    <w:abstractNumId w:val="2"/>
  </w:num>
  <w:num w:numId="8" w16cid:durableId="706684954">
    <w:abstractNumId w:val="1"/>
  </w:num>
  <w:num w:numId="9" w16cid:durableId="1485317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1296"/>
  <w:hyphenationZone w:val="396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196E"/>
    <w:rsid w:val="000043B4"/>
    <w:rsid w:val="000043EE"/>
    <w:rsid w:val="00010588"/>
    <w:rsid w:val="000112C3"/>
    <w:rsid w:val="0001520F"/>
    <w:rsid w:val="0003731A"/>
    <w:rsid w:val="000429E4"/>
    <w:rsid w:val="00043FA6"/>
    <w:rsid w:val="00060F0D"/>
    <w:rsid w:val="00070709"/>
    <w:rsid w:val="00071C4B"/>
    <w:rsid w:val="0007576E"/>
    <w:rsid w:val="00086D75"/>
    <w:rsid w:val="000970BC"/>
    <w:rsid w:val="000A3D70"/>
    <w:rsid w:val="000A4F18"/>
    <w:rsid w:val="000C0FC5"/>
    <w:rsid w:val="000D1F18"/>
    <w:rsid w:val="000D4CD2"/>
    <w:rsid w:val="000E6950"/>
    <w:rsid w:val="000E7D3B"/>
    <w:rsid w:val="000F3CC5"/>
    <w:rsid w:val="00101FB4"/>
    <w:rsid w:val="00110F4B"/>
    <w:rsid w:val="00113058"/>
    <w:rsid w:val="00114F5B"/>
    <w:rsid w:val="00130537"/>
    <w:rsid w:val="0013093D"/>
    <w:rsid w:val="001314BF"/>
    <w:rsid w:val="00140BB4"/>
    <w:rsid w:val="00144EA8"/>
    <w:rsid w:val="00171452"/>
    <w:rsid w:val="00180C7A"/>
    <w:rsid w:val="00181C8B"/>
    <w:rsid w:val="001852F6"/>
    <w:rsid w:val="001A04C5"/>
    <w:rsid w:val="001A48C5"/>
    <w:rsid w:val="001B4142"/>
    <w:rsid w:val="001C7457"/>
    <w:rsid w:val="001D1E23"/>
    <w:rsid w:val="001E0432"/>
    <w:rsid w:val="001F5E92"/>
    <w:rsid w:val="001F7F88"/>
    <w:rsid w:val="00201816"/>
    <w:rsid w:val="002067F2"/>
    <w:rsid w:val="002148FF"/>
    <w:rsid w:val="00215B4E"/>
    <w:rsid w:val="00246733"/>
    <w:rsid w:val="002677DD"/>
    <w:rsid w:val="002705EC"/>
    <w:rsid w:val="00275C12"/>
    <w:rsid w:val="00282A4E"/>
    <w:rsid w:val="00294FD3"/>
    <w:rsid w:val="002C3014"/>
    <w:rsid w:val="002D0485"/>
    <w:rsid w:val="002E1207"/>
    <w:rsid w:val="002E287D"/>
    <w:rsid w:val="002F40E2"/>
    <w:rsid w:val="002F5826"/>
    <w:rsid w:val="003026FA"/>
    <w:rsid w:val="0030502A"/>
    <w:rsid w:val="003060C9"/>
    <w:rsid w:val="003071B9"/>
    <w:rsid w:val="003073EE"/>
    <w:rsid w:val="00327ABF"/>
    <w:rsid w:val="0033178E"/>
    <w:rsid w:val="00337154"/>
    <w:rsid w:val="00342D79"/>
    <w:rsid w:val="0034693F"/>
    <w:rsid w:val="00346BC0"/>
    <w:rsid w:val="0035227C"/>
    <w:rsid w:val="00355C17"/>
    <w:rsid w:val="00363176"/>
    <w:rsid w:val="00363273"/>
    <w:rsid w:val="00364F96"/>
    <w:rsid w:val="003702AF"/>
    <w:rsid w:val="00370FAC"/>
    <w:rsid w:val="00382391"/>
    <w:rsid w:val="00383001"/>
    <w:rsid w:val="0038309E"/>
    <w:rsid w:val="0039042B"/>
    <w:rsid w:val="0039752E"/>
    <w:rsid w:val="003A076D"/>
    <w:rsid w:val="003A4741"/>
    <w:rsid w:val="003A4903"/>
    <w:rsid w:val="003D6BA6"/>
    <w:rsid w:val="003F15D4"/>
    <w:rsid w:val="003F3051"/>
    <w:rsid w:val="00400CDD"/>
    <w:rsid w:val="00407F40"/>
    <w:rsid w:val="00436AAD"/>
    <w:rsid w:val="0044266D"/>
    <w:rsid w:val="004437F9"/>
    <w:rsid w:val="0045016E"/>
    <w:rsid w:val="00465C98"/>
    <w:rsid w:val="004730C0"/>
    <w:rsid w:val="00473BE9"/>
    <w:rsid w:val="00481616"/>
    <w:rsid w:val="00486BE1"/>
    <w:rsid w:val="004A0F28"/>
    <w:rsid w:val="004A1A42"/>
    <w:rsid w:val="004A57D8"/>
    <w:rsid w:val="004B37CC"/>
    <w:rsid w:val="004C0C23"/>
    <w:rsid w:val="00500A15"/>
    <w:rsid w:val="00501D0B"/>
    <w:rsid w:val="00503C28"/>
    <w:rsid w:val="00517A01"/>
    <w:rsid w:val="00530AF2"/>
    <w:rsid w:val="00531EA6"/>
    <w:rsid w:val="005350F0"/>
    <w:rsid w:val="0054345D"/>
    <w:rsid w:val="0056134D"/>
    <w:rsid w:val="0057097B"/>
    <w:rsid w:val="005719BD"/>
    <w:rsid w:val="005749A0"/>
    <w:rsid w:val="00587879"/>
    <w:rsid w:val="00595203"/>
    <w:rsid w:val="005972DA"/>
    <w:rsid w:val="005C316D"/>
    <w:rsid w:val="005D404E"/>
    <w:rsid w:val="005D4CD7"/>
    <w:rsid w:val="005E0B07"/>
    <w:rsid w:val="005F36CF"/>
    <w:rsid w:val="006017CC"/>
    <w:rsid w:val="006038C8"/>
    <w:rsid w:val="00603D74"/>
    <w:rsid w:val="00606B76"/>
    <w:rsid w:val="00611524"/>
    <w:rsid w:val="00616343"/>
    <w:rsid w:val="006211E8"/>
    <w:rsid w:val="00623C69"/>
    <w:rsid w:val="006348C0"/>
    <w:rsid w:val="0063683B"/>
    <w:rsid w:val="006502F2"/>
    <w:rsid w:val="006555B2"/>
    <w:rsid w:val="006568D9"/>
    <w:rsid w:val="006675B4"/>
    <w:rsid w:val="0067189D"/>
    <w:rsid w:val="00673E43"/>
    <w:rsid w:val="00675E6C"/>
    <w:rsid w:val="006760E3"/>
    <w:rsid w:val="006774DA"/>
    <w:rsid w:val="00681D43"/>
    <w:rsid w:val="00682CEF"/>
    <w:rsid w:val="00682E5A"/>
    <w:rsid w:val="006A10FB"/>
    <w:rsid w:val="006A271A"/>
    <w:rsid w:val="006B1745"/>
    <w:rsid w:val="006B3022"/>
    <w:rsid w:val="006C7DFF"/>
    <w:rsid w:val="006D6D7C"/>
    <w:rsid w:val="006E749F"/>
    <w:rsid w:val="006F27D6"/>
    <w:rsid w:val="006F6B82"/>
    <w:rsid w:val="006F7BD8"/>
    <w:rsid w:val="00722981"/>
    <w:rsid w:val="0073281E"/>
    <w:rsid w:val="00741E6C"/>
    <w:rsid w:val="00743E4B"/>
    <w:rsid w:val="00744133"/>
    <w:rsid w:val="00747EA5"/>
    <w:rsid w:val="007521B7"/>
    <w:rsid w:val="00757F5B"/>
    <w:rsid w:val="007804FA"/>
    <w:rsid w:val="00781549"/>
    <w:rsid w:val="007844F0"/>
    <w:rsid w:val="007929C3"/>
    <w:rsid w:val="0079728E"/>
    <w:rsid w:val="007B5082"/>
    <w:rsid w:val="007B71C2"/>
    <w:rsid w:val="007C5449"/>
    <w:rsid w:val="007C7C66"/>
    <w:rsid w:val="007D2C1F"/>
    <w:rsid w:val="007E472B"/>
    <w:rsid w:val="007E6B14"/>
    <w:rsid w:val="00800B35"/>
    <w:rsid w:val="00800C79"/>
    <w:rsid w:val="008151FA"/>
    <w:rsid w:val="00837866"/>
    <w:rsid w:val="008470AA"/>
    <w:rsid w:val="00850177"/>
    <w:rsid w:val="00861F25"/>
    <w:rsid w:val="00882483"/>
    <w:rsid w:val="008909D0"/>
    <w:rsid w:val="0089338E"/>
    <w:rsid w:val="0089463C"/>
    <w:rsid w:val="008A4070"/>
    <w:rsid w:val="008B561A"/>
    <w:rsid w:val="008D1E6C"/>
    <w:rsid w:val="008D566E"/>
    <w:rsid w:val="008D77FD"/>
    <w:rsid w:val="008E277D"/>
    <w:rsid w:val="008E2F59"/>
    <w:rsid w:val="008F2171"/>
    <w:rsid w:val="008F7027"/>
    <w:rsid w:val="008F78EA"/>
    <w:rsid w:val="008F7F92"/>
    <w:rsid w:val="00901852"/>
    <w:rsid w:val="00904DF6"/>
    <w:rsid w:val="00907FD1"/>
    <w:rsid w:val="009119F8"/>
    <w:rsid w:val="009121E4"/>
    <w:rsid w:val="0091412B"/>
    <w:rsid w:val="00914486"/>
    <w:rsid w:val="00916C79"/>
    <w:rsid w:val="009320A8"/>
    <w:rsid w:val="009462EE"/>
    <w:rsid w:val="00954D39"/>
    <w:rsid w:val="00965348"/>
    <w:rsid w:val="00980F90"/>
    <w:rsid w:val="00991133"/>
    <w:rsid w:val="009A0791"/>
    <w:rsid w:val="009A457E"/>
    <w:rsid w:val="009A7D95"/>
    <w:rsid w:val="009B4685"/>
    <w:rsid w:val="009C0705"/>
    <w:rsid w:val="009C1E84"/>
    <w:rsid w:val="009C3AE9"/>
    <w:rsid w:val="009C4AF5"/>
    <w:rsid w:val="009C5575"/>
    <w:rsid w:val="009E2FC5"/>
    <w:rsid w:val="009E538B"/>
    <w:rsid w:val="009E7967"/>
    <w:rsid w:val="009F0171"/>
    <w:rsid w:val="009F0DD0"/>
    <w:rsid w:val="00A0222E"/>
    <w:rsid w:val="00A029BF"/>
    <w:rsid w:val="00A0330D"/>
    <w:rsid w:val="00A17830"/>
    <w:rsid w:val="00A20E77"/>
    <w:rsid w:val="00A21B2D"/>
    <w:rsid w:val="00A24DBA"/>
    <w:rsid w:val="00A32A89"/>
    <w:rsid w:val="00A344EA"/>
    <w:rsid w:val="00A416A2"/>
    <w:rsid w:val="00A42FBB"/>
    <w:rsid w:val="00A472F6"/>
    <w:rsid w:val="00A6486B"/>
    <w:rsid w:val="00A71826"/>
    <w:rsid w:val="00A819D6"/>
    <w:rsid w:val="00A821DD"/>
    <w:rsid w:val="00A84E06"/>
    <w:rsid w:val="00A91583"/>
    <w:rsid w:val="00AA70C6"/>
    <w:rsid w:val="00AB13B9"/>
    <w:rsid w:val="00AB1B18"/>
    <w:rsid w:val="00AB4510"/>
    <w:rsid w:val="00AC4B8C"/>
    <w:rsid w:val="00AC75AA"/>
    <w:rsid w:val="00AE1E1E"/>
    <w:rsid w:val="00AE221D"/>
    <w:rsid w:val="00AE2237"/>
    <w:rsid w:val="00AE42C6"/>
    <w:rsid w:val="00AF2495"/>
    <w:rsid w:val="00AF422D"/>
    <w:rsid w:val="00AF4B9C"/>
    <w:rsid w:val="00AF5184"/>
    <w:rsid w:val="00B05669"/>
    <w:rsid w:val="00B17A75"/>
    <w:rsid w:val="00B43A8F"/>
    <w:rsid w:val="00B46F68"/>
    <w:rsid w:val="00B61ACA"/>
    <w:rsid w:val="00B66D63"/>
    <w:rsid w:val="00B903EA"/>
    <w:rsid w:val="00B92D26"/>
    <w:rsid w:val="00BC16FF"/>
    <w:rsid w:val="00BC2225"/>
    <w:rsid w:val="00BC5754"/>
    <w:rsid w:val="00BD3B1A"/>
    <w:rsid w:val="00BD6454"/>
    <w:rsid w:val="00BF27D4"/>
    <w:rsid w:val="00BF39C7"/>
    <w:rsid w:val="00BF4B25"/>
    <w:rsid w:val="00BF70C0"/>
    <w:rsid w:val="00C07928"/>
    <w:rsid w:val="00C15085"/>
    <w:rsid w:val="00C21F6E"/>
    <w:rsid w:val="00C306A1"/>
    <w:rsid w:val="00C30FF7"/>
    <w:rsid w:val="00C40275"/>
    <w:rsid w:val="00C43084"/>
    <w:rsid w:val="00C46210"/>
    <w:rsid w:val="00C463D8"/>
    <w:rsid w:val="00C56086"/>
    <w:rsid w:val="00C6198A"/>
    <w:rsid w:val="00C77A04"/>
    <w:rsid w:val="00C82E59"/>
    <w:rsid w:val="00C9010B"/>
    <w:rsid w:val="00C96498"/>
    <w:rsid w:val="00C97F85"/>
    <w:rsid w:val="00CA3C1D"/>
    <w:rsid w:val="00CB1911"/>
    <w:rsid w:val="00CB7C9E"/>
    <w:rsid w:val="00CC4F64"/>
    <w:rsid w:val="00CC7100"/>
    <w:rsid w:val="00CE63E5"/>
    <w:rsid w:val="00CE68C1"/>
    <w:rsid w:val="00CE7666"/>
    <w:rsid w:val="00D003FA"/>
    <w:rsid w:val="00D06BE5"/>
    <w:rsid w:val="00D20E36"/>
    <w:rsid w:val="00D47ACD"/>
    <w:rsid w:val="00D52D02"/>
    <w:rsid w:val="00D53C4D"/>
    <w:rsid w:val="00D62598"/>
    <w:rsid w:val="00D71C11"/>
    <w:rsid w:val="00D71DDF"/>
    <w:rsid w:val="00D82292"/>
    <w:rsid w:val="00D836CE"/>
    <w:rsid w:val="00D84E70"/>
    <w:rsid w:val="00D87ACA"/>
    <w:rsid w:val="00D919E5"/>
    <w:rsid w:val="00D9321A"/>
    <w:rsid w:val="00DA10DA"/>
    <w:rsid w:val="00DA255C"/>
    <w:rsid w:val="00DC09C7"/>
    <w:rsid w:val="00DC1DB0"/>
    <w:rsid w:val="00DD5532"/>
    <w:rsid w:val="00DF1854"/>
    <w:rsid w:val="00DF19D9"/>
    <w:rsid w:val="00E04640"/>
    <w:rsid w:val="00E0664F"/>
    <w:rsid w:val="00E108A7"/>
    <w:rsid w:val="00E25381"/>
    <w:rsid w:val="00E27683"/>
    <w:rsid w:val="00E400D0"/>
    <w:rsid w:val="00E465F2"/>
    <w:rsid w:val="00E5564E"/>
    <w:rsid w:val="00E61E1D"/>
    <w:rsid w:val="00E7289E"/>
    <w:rsid w:val="00E7641D"/>
    <w:rsid w:val="00EB6202"/>
    <w:rsid w:val="00EC0B47"/>
    <w:rsid w:val="00EC1499"/>
    <w:rsid w:val="00EC4653"/>
    <w:rsid w:val="00EC646D"/>
    <w:rsid w:val="00ED0BED"/>
    <w:rsid w:val="00ED23E3"/>
    <w:rsid w:val="00ED3F57"/>
    <w:rsid w:val="00ED6181"/>
    <w:rsid w:val="00ED6F8C"/>
    <w:rsid w:val="00EF102E"/>
    <w:rsid w:val="00EF53F5"/>
    <w:rsid w:val="00F0624B"/>
    <w:rsid w:val="00F1796C"/>
    <w:rsid w:val="00F21C4A"/>
    <w:rsid w:val="00F25B36"/>
    <w:rsid w:val="00F46F5F"/>
    <w:rsid w:val="00F5482E"/>
    <w:rsid w:val="00F62990"/>
    <w:rsid w:val="00F64CEB"/>
    <w:rsid w:val="00F75E9E"/>
    <w:rsid w:val="00F9363A"/>
    <w:rsid w:val="00FA5B44"/>
    <w:rsid w:val="00FA6469"/>
    <w:rsid w:val="00FB1614"/>
    <w:rsid w:val="00FB447E"/>
    <w:rsid w:val="00FC6C36"/>
    <w:rsid w:val="00FD6C9A"/>
    <w:rsid w:val="00FD7A4F"/>
    <w:rsid w:val="00FE41E2"/>
    <w:rsid w:val="00FF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E9423"/>
  <w15:docId w15:val="{F73841A7-1059-4FA8-8B8D-DD5802E4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/>
      <w:sz w:val="24"/>
      <w:lang w:eastAsia="en-US"/>
    </w:rPr>
  </w:style>
  <w:style w:type="character" w:styleId="Hipersaitas">
    <w:name w:val="Hyperlink"/>
    <w:rsid w:val="0030502A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semiHidden/>
    <w:unhideWhenUsed/>
    <w:rsid w:val="00201816"/>
    <w:pPr>
      <w:suppressAutoHyphens/>
      <w:jc w:val="center"/>
    </w:pPr>
    <w:rPr>
      <w:b/>
      <w:lang w:val="en-US" w:eastAsia="hi-IN" w:bidi="hi-IN"/>
    </w:rPr>
  </w:style>
  <w:style w:type="character" w:customStyle="1" w:styleId="PagrindinistekstasDiagrama">
    <w:name w:val="Pagrindinis tekstas Diagrama"/>
    <w:link w:val="Pagrindinistekstas"/>
    <w:semiHidden/>
    <w:rsid w:val="00201816"/>
    <w:rPr>
      <w:rFonts w:ascii="Times New Roman" w:eastAsia="Times New Roman" w:hAnsi="Times New Roman"/>
      <w:b/>
      <w:sz w:val="24"/>
      <w:lang w:val="en-US" w:eastAsia="hi-IN" w:bidi="hi-IN"/>
    </w:rPr>
  </w:style>
  <w:style w:type="table" w:styleId="Lentelstinklelis">
    <w:name w:val="Table Grid"/>
    <w:basedOn w:val="prastojilentel"/>
    <w:uiPriority w:val="59"/>
    <w:rsid w:val="009A4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6368ea365122492582636500f8ad80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6368ea365122492582636500f8ad80ec</Template>
  <TotalTime>4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2021 M. RUGSĖJO 30 D. SPRENDIMO NR. T9-160 "DĖL SKUODO RAJONO SAVIVALDYBĖS R. GRANAUSKO VIEŠOSIOS BIBLIOTEKOS NUOSTATŲ PATVIRTINIMO" PAKEITIMO</vt:lpstr>
      <vt:lpstr>DĖL SKUODO RAJONO SAVIVALDYBĖS TARYBOS 2021 M. RUGSĖJO 30 D. SPRENDIMO NR. T9-160 "DĖL SKUODO RAJONO SAVIVALDYBĖS R. GRANAUSKO VIEŠOSIOS BIBLIOTEKOS NUOSTATŲ PATVIRTINIMO" PAKEITIMO</vt:lpstr>
    </vt:vector>
  </TitlesOfParts>
  <Manager>2023-08-24</Manager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2021 M. RUGSĖJO 30 D. SPRENDIMO NR. T9-160 "DĖL SKUODO RAJONO SAVIVALDYBĖS R. GRANAUSKO VIEŠOSIOS BIBLIOTEKOS NUOSTATŲ PATVIRTINIMO" PAKEITIMO</dc:title>
  <dc:subject>T9-179</dc:subject>
  <dc:creator>SKUODO RAJONO SAVIVALDYBĖS TARYBA</dc:creator>
  <cp:lastModifiedBy>Sadauskienė, Dalia</cp:lastModifiedBy>
  <cp:revision>5</cp:revision>
  <cp:lastPrinted>2024-04-03T06:11:00Z</cp:lastPrinted>
  <dcterms:created xsi:type="dcterms:W3CDTF">2024-09-16T13:26:00Z</dcterms:created>
  <dcterms:modified xsi:type="dcterms:W3CDTF">2024-09-24T05:29:00Z</dcterms:modified>
  <cp:category>SPRENDIMAS</cp:category>
</cp:coreProperties>
</file>